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272E4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3ACE46E2" w14:textId="77777777" w:rsidR="00A0780F" w:rsidRPr="0064369E" w:rsidRDefault="00676154" w:rsidP="007C634F">
      <w:pPr>
        <w:pStyle w:val="Bulleted1"/>
        <w:rPr>
          <w:rFonts w:ascii="Arial" w:hAnsi="Arial"/>
          <w:lang w:val="fr-FR"/>
        </w:rPr>
      </w:pPr>
      <w:r w:rsidRPr="0064369E">
        <w:rPr>
          <w:rFonts w:ascii="Arial" w:hAnsi="Arial" w:cs="Arial"/>
          <w:lang w:val="fr-FR"/>
        </w:rPr>
        <w:t>élément de montage pour cuvette de WC suspendue</w:t>
      </w:r>
      <w:r w:rsidR="003653E1" w:rsidRPr="0064369E">
        <w:rPr>
          <w:rFonts w:ascii="Arial" w:hAnsi="Arial" w:cs="Arial"/>
          <w:lang w:val="fr-FR"/>
        </w:rPr>
        <w:t xml:space="preserve"> avec dimensions de raccordement selon </w:t>
      </w:r>
      <w:r w:rsidR="00C27F1D" w:rsidRPr="0064369E">
        <w:rPr>
          <w:rFonts w:ascii="Arial" w:hAnsi="Arial" w:cs="Arial"/>
          <w:lang w:val="fr-FR"/>
        </w:rPr>
        <w:t xml:space="preserve">NBN </w:t>
      </w:r>
      <w:r w:rsidR="003653E1" w:rsidRPr="0064369E">
        <w:rPr>
          <w:rFonts w:ascii="Arial" w:hAnsi="Arial" w:cs="Arial"/>
          <w:lang w:val="fr-FR"/>
        </w:rPr>
        <w:t>EN 33:2011</w:t>
      </w:r>
      <w:r w:rsidR="0064369E" w:rsidRPr="0064369E">
        <w:rPr>
          <w:rFonts w:ascii="Arial" w:hAnsi="Arial" w:cs="Arial"/>
          <w:lang w:val="fr-FR"/>
        </w:rPr>
        <w:t>, pour une</w:t>
      </w:r>
      <w:r w:rsidR="00047DD9" w:rsidRPr="0064369E">
        <w:rPr>
          <w:rFonts w:ascii="Arial" w:hAnsi="Arial" w:cs="Arial"/>
          <w:lang w:val="fr-FR"/>
        </w:rPr>
        <w:t xml:space="preserve"> </w:t>
      </w:r>
      <w:r w:rsidR="0064369E" w:rsidRPr="0064369E">
        <w:rPr>
          <w:rFonts w:ascii="Arial" w:hAnsi="Arial" w:cs="Arial"/>
          <w:lang w:val="fr-FR"/>
        </w:rPr>
        <w:t xml:space="preserve">cuvette d'une </w:t>
      </w:r>
      <w:r w:rsidR="00047DD9" w:rsidRPr="0064369E">
        <w:rPr>
          <w:rFonts w:ascii="Arial" w:hAnsi="Arial" w:cs="Arial"/>
          <w:lang w:val="fr-FR"/>
        </w:rPr>
        <w:t xml:space="preserve">longueur maximale de </w:t>
      </w:r>
      <w:smartTag w:uri="urn:schemas-microsoft-com:office:smarttags" w:element="metricconverter">
        <w:smartTagPr>
          <w:attr w:name="ProductID" w:val="70 cm"/>
        </w:smartTagPr>
        <w:r w:rsidR="00047DD9" w:rsidRPr="0064369E">
          <w:rPr>
            <w:rFonts w:ascii="Arial" w:hAnsi="Arial" w:cs="Arial"/>
            <w:lang w:val="fr-FR"/>
          </w:rPr>
          <w:t>70 cm</w:t>
        </w:r>
      </w:smartTag>
      <w:r w:rsidR="00A26729" w:rsidRPr="0064369E">
        <w:rPr>
          <w:rFonts w:ascii="Arial" w:hAnsi="Arial" w:cs="Arial"/>
          <w:lang w:val="fr-FR"/>
        </w:rPr>
        <w:t xml:space="preserve">, </w:t>
      </w:r>
      <w:r w:rsidR="004175C6" w:rsidRPr="0064369E">
        <w:rPr>
          <w:rFonts w:ascii="Arial" w:hAnsi="Arial"/>
          <w:lang w:val="fr-FR"/>
        </w:rPr>
        <w:t xml:space="preserve">pour </w:t>
      </w:r>
      <w:r w:rsidR="0064369E" w:rsidRPr="0064369E">
        <w:rPr>
          <w:rFonts w:ascii="Arial" w:hAnsi="Arial"/>
          <w:lang w:val="fr-FR"/>
        </w:rPr>
        <w:t>un</w:t>
      </w:r>
      <w:r w:rsidR="004175C6" w:rsidRPr="0064369E">
        <w:rPr>
          <w:rFonts w:ascii="Arial" w:hAnsi="Arial"/>
          <w:lang w:val="fr-FR"/>
        </w:rPr>
        <w:t xml:space="preserve"> montage </w:t>
      </w:r>
      <w:r w:rsidR="008E3738" w:rsidRPr="0064369E">
        <w:rPr>
          <w:rFonts w:ascii="Arial" w:hAnsi="Arial"/>
          <w:lang w:val="fr-FR"/>
        </w:rPr>
        <w:t>isolé</w:t>
      </w:r>
      <w:r w:rsidR="0064369E" w:rsidRPr="0064369E">
        <w:rPr>
          <w:rFonts w:ascii="Arial" w:hAnsi="Arial"/>
          <w:lang w:val="fr-FR"/>
        </w:rPr>
        <w:t xml:space="preserve"> (autoportant)</w:t>
      </w:r>
      <w:r w:rsidR="008E3738" w:rsidRPr="0064369E">
        <w:rPr>
          <w:rFonts w:ascii="Arial" w:hAnsi="Arial"/>
          <w:lang w:val="fr-FR"/>
        </w:rPr>
        <w:t xml:space="preserve"> sur la dalle de béton</w:t>
      </w:r>
    </w:p>
    <w:p w14:paraId="16250C32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2651A14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4A4BC5E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5EDB35FE" w14:textId="05F59A8E" w:rsidR="004175C6" w:rsidRPr="00F62F5B" w:rsidRDefault="004175C6" w:rsidP="004175C6">
      <w:pPr>
        <w:pStyle w:val="Bulleted2"/>
        <w:rPr>
          <w:rFonts w:ascii="Arial" w:hAnsi="Arial"/>
          <w:lang w:val="fr-FR"/>
        </w:rPr>
      </w:pPr>
      <w:r w:rsidRPr="00F62F5B">
        <w:rPr>
          <w:rFonts w:ascii="Arial" w:hAnsi="Arial"/>
          <w:lang w:val="fr-FR"/>
        </w:rPr>
        <w:t>réservoir de chasse à encastrer</w:t>
      </w:r>
      <w:r w:rsidR="003C7987" w:rsidRPr="00F62F5B">
        <w:rPr>
          <w:rFonts w:ascii="Arial" w:hAnsi="Arial"/>
          <w:lang w:val="fr-FR"/>
        </w:rPr>
        <w:t xml:space="preserve"> </w:t>
      </w:r>
      <w:r w:rsidRPr="00F62F5B">
        <w:rPr>
          <w:rFonts w:ascii="Arial" w:hAnsi="Arial"/>
          <w:lang w:val="fr-FR"/>
        </w:rPr>
        <w:t xml:space="preserve">: </w:t>
      </w:r>
      <w:r w:rsidR="00F62F5B">
        <w:rPr>
          <w:rFonts w:ascii="Arial" w:hAnsi="Arial"/>
          <w:lang w:val="fr-FR"/>
        </w:rPr>
        <w:br/>
      </w:r>
      <w:r w:rsidRPr="00F62F5B">
        <w:rPr>
          <w:rFonts w:ascii="Arial" w:hAnsi="Arial"/>
          <w:lang w:val="fr-FR"/>
        </w:rPr>
        <w:t xml:space="preserve">voir </w:t>
      </w:r>
      <w:r w:rsidR="00F62F5B">
        <w:rPr>
          <w:rFonts w:ascii="Arial" w:hAnsi="Arial"/>
          <w:lang w:val="fr-FR"/>
        </w:rPr>
        <w:t>DESCRIPTION DETAILLEE DU RESERVOIR DE CHASSE A ENCASTRER</w:t>
      </w:r>
    </w:p>
    <w:p w14:paraId="1AB334EE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68025843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3D00FF52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6A4FC5BA" w14:textId="77777777" w:rsidR="00276414" w:rsidRPr="00211636" w:rsidRDefault="00231F4C" w:rsidP="00276414">
      <w:pPr>
        <w:pStyle w:val="Bulleted1"/>
        <w:rPr>
          <w:rFonts w:ascii="Arial" w:hAnsi="Arial"/>
          <w:lang w:val="fr-FR"/>
        </w:rPr>
      </w:pPr>
      <w:r w:rsidRPr="00211636">
        <w:rPr>
          <w:rFonts w:ascii="Arial" w:hAnsi="Arial"/>
          <w:lang w:val="fr-FR"/>
        </w:rPr>
        <w:t xml:space="preserve">les </w:t>
      </w:r>
      <w:r w:rsidR="00024397" w:rsidRPr="00211636">
        <w:rPr>
          <w:rFonts w:ascii="Arial" w:hAnsi="Arial"/>
          <w:lang w:val="fr-FR"/>
        </w:rPr>
        <w:t>pieds supports</w:t>
      </w:r>
      <w:r w:rsidR="00EF7775" w:rsidRPr="00211636">
        <w:rPr>
          <w:rFonts w:ascii="Arial" w:hAnsi="Arial"/>
          <w:lang w:val="fr-FR"/>
        </w:rPr>
        <w:t xml:space="preserve"> </w:t>
      </w:r>
      <w:r w:rsidR="001A4972" w:rsidRPr="00211636">
        <w:rPr>
          <w:rFonts w:ascii="Arial" w:hAnsi="Arial"/>
          <w:lang w:val="fr-FR"/>
        </w:rPr>
        <w:t xml:space="preserve">et leurs </w:t>
      </w:r>
      <w:r w:rsidR="00234F4A" w:rsidRPr="00211636">
        <w:rPr>
          <w:rFonts w:ascii="Arial" w:hAnsi="Arial"/>
          <w:lang w:val="fr-FR"/>
        </w:rPr>
        <w:t>plaque</w:t>
      </w:r>
      <w:r w:rsidR="001A4972" w:rsidRPr="00211636">
        <w:rPr>
          <w:rFonts w:ascii="Arial" w:hAnsi="Arial"/>
          <w:lang w:val="fr-FR"/>
        </w:rPr>
        <w:t>s</w:t>
      </w:r>
      <w:r w:rsidR="00234F4A" w:rsidRPr="00211636">
        <w:rPr>
          <w:rFonts w:ascii="Arial" w:hAnsi="Arial"/>
          <w:lang w:val="fr-FR"/>
        </w:rPr>
        <w:t xml:space="preserve"> </w:t>
      </w:r>
      <w:r w:rsidR="007416C2" w:rsidRPr="00211636">
        <w:rPr>
          <w:rFonts w:ascii="Arial" w:hAnsi="Arial"/>
          <w:lang w:val="fr-FR"/>
        </w:rPr>
        <w:t xml:space="preserve">de base </w:t>
      </w:r>
      <w:r w:rsidR="00211636" w:rsidRPr="00211636">
        <w:rPr>
          <w:rFonts w:ascii="Arial" w:hAnsi="Arial"/>
          <w:lang w:val="fr-FR"/>
        </w:rPr>
        <w:t xml:space="preserve">de </w:t>
      </w:r>
      <w:r w:rsidR="001A4972" w:rsidRPr="00211636">
        <w:rPr>
          <w:rFonts w:ascii="Arial" w:hAnsi="Arial"/>
          <w:lang w:val="fr-FR"/>
        </w:rPr>
        <w:t xml:space="preserve">grandes </w:t>
      </w:r>
      <w:r w:rsidR="00211636" w:rsidRPr="00211636">
        <w:rPr>
          <w:rFonts w:ascii="Arial" w:hAnsi="Arial"/>
          <w:lang w:val="fr-FR"/>
        </w:rPr>
        <w:t xml:space="preserve">dimensions </w:t>
      </w:r>
      <w:r w:rsidR="001A4972" w:rsidRPr="00211636">
        <w:rPr>
          <w:rFonts w:ascii="Arial" w:hAnsi="Arial"/>
          <w:lang w:val="fr-FR"/>
        </w:rPr>
        <w:t>sont fabriqués en acier avec une couche anti-corrosion de couleur noir</w:t>
      </w:r>
      <w:r w:rsidR="00211636" w:rsidRPr="00211636">
        <w:rPr>
          <w:rFonts w:ascii="Arial" w:hAnsi="Arial"/>
          <w:lang w:val="fr-FR"/>
        </w:rPr>
        <w:t>e</w:t>
      </w:r>
    </w:p>
    <w:p w14:paraId="116161B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5FEE679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5809224F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717626B5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5CB7F12D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17AC3C44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4590CC47" w14:textId="723B8440" w:rsidR="00EF0DEB" w:rsidRPr="001D0E59" w:rsidRDefault="00024397" w:rsidP="00676154">
      <w:pPr>
        <w:pStyle w:val="Bulleted1"/>
        <w:rPr>
          <w:rFonts w:ascii="Arial" w:hAnsi="Arial" w:cs="Arial"/>
          <w:lang w:val="fr-FR"/>
        </w:rPr>
      </w:pPr>
      <w:r w:rsidRPr="001D0E59">
        <w:rPr>
          <w:rFonts w:ascii="Arial" w:hAnsi="Arial" w:cs="Arial"/>
          <w:lang w:val="fr-FR"/>
        </w:rPr>
        <w:t>pieds supports</w:t>
      </w:r>
      <w:r w:rsidR="00562813" w:rsidRPr="001D0E59">
        <w:rPr>
          <w:rFonts w:ascii="Arial" w:hAnsi="Arial" w:cs="Arial"/>
          <w:lang w:val="fr-FR"/>
        </w:rPr>
        <w:t xml:space="preserve"> réglables en hauteur (sans cran)</w:t>
      </w:r>
    </w:p>
    <w:p w14:paraId="5EF995E2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7F7F3FE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6E581889" w14:textId="77777777" w:rsidR="0070288E" w:rsidRPr="0028625A" w:rsidRDefault="00B96858" w:rsidP="00676154">
      <w:pPr>
        <w:pStyle w:val="Bulleted1"/>
        <w:rPr>
          <w:rFonts w:ascii="Arial" w:hAnsi="Arial" w:cs="Arial"/>
          <w:lang w:val="fr-FR"/>
        </w:rPr>
      </w:pPr>
      <w:r w:rsidRPr="0028625A">
        <w:rPr>
          <w:rFonts w:ascii="Arial" w:hAnsi="Arial"/>
          <w:lang w:val="fr-FR"/>
        </w:rPr>
        <w:t xml:space="preserve">les </w:t>
      </w:r>
      <w:r w:rsidR="00BF7C05" w:rsidRPr="0028625A">
        <w:rPr>
          <w:rFonts w:ascii="Arial" w:hAnsi="Arial"/>
          <w:lang w:val="fr-FR"/>
        </w:rPr>
        <w:t xml:space="preserve">plaques </w:t>
      </w:r>
      <w:r w:rsidR="0028625A" w:rsidRPr="0028625A">
        <w:rPr>
          <w:rFonts w:ascii="Arial" w:hAnsi="Arial"/>
          <w:lang w:val="fr-FR"/>
        </w:rPr>
        <w:t>de base rectangulaires</w:t>
      </w:r>
      <w:r w:rsidR="007416C2" w:rsidRPr="0028625A">
        <w:rPr>
          <w:rFonts w:ascii="Arial" w:hAnsi="Arial"/>
          <w:lang w:val="fr-FR"/>
        </w:rPr>
        <w:t xml:space="preserve"> </w:t>
      </w:r>
      <w:r w:rsidR="00BF7C05" w:rsidRPr="0028625A">
        <w:rPr>
          <w:rFonts w:ascii="Arial" w:hAnsi="Arial"/>
          <w:lang w:val="fr-FR"/>
        </w:rPr>
        <w:t>des pieds supports</w:t>
      </w:r>
      <w:r w:rsidR="003B7C37" w:rsidRPr="0028625A">
        <w:rPr>
          <w:rFonts w:ascii="Arial" w:hAnsi="Arial"/>
          <w:lang w:val="fr-FR"/>
        </w:rPr>
        <w:t xml:space="preserve"> </w:t>
      </w:r>
      <w:r w:rsidR="005D7A60" w:rsidRPr="0028625A">
        <w:rPr>
          <w:rFonts w:ascii="Arial" w:hAnsi="Arial"/>
          <w:lang w:val="fr-FR"/>
        </w:rPr>
        <w:t>ont une largeur de 10 cm et une profondeur de 19,5 cm</w:t>
      </w:r>
    </w:p>
    <w:p w14:paraId="44B221A0" w14:textId="77777777" w:rsidR="00CE0112" w:rsidRPr="00955AF3" w:rsidRDefault="00E4570C" w:rsidP="00676154">
      <w:pPr>
        <w:pStyle w:val="Bulleted1"/>
        <w:rPr>
          <w:rFonts w:ascii="Arial" w:hAnsi="Arial" w:cs="Arial"/>
          <w:lang w:val="fr-FR"/>
        </w:rPr>
      </w:pPr>
      <w:r w:rsidRPr="00955AF3">
        <w:rPr>
          <w:rFonts w:ascii="Arial" w:hAnsi="Arial" w:cs="Arial"/>
          <w:lang w:val="fr-FR"/>
        </w:rPr>
        <w:t xml:space="preserve">chaque plaque de base des pieds supports est fixée </w:t>
      </w:r>
      <w:r w:rsidR="00955AF3" w:rsidRPr="00955AF3">
        <w:rPr>
          <w:rFonts w:ascii="Arial" w:hAnsi="Arial" w:cs="Arial"/>
          <w:lang w:val="fr-FR"/>
        </w:rPr>
        <w:t>au sol au moyen de</w:t>
      </w:r>
      <w:r w:rsidRPr="00955AF3">
        <w:rPr>
          <w:rFonts w:ascii="Arial" w:hAnsi="Arial" w:cs="Arial"/>
          <w:lang w:val="fr-FR"/>
        </w:rPr>
        <w:t xml:space="preserve"> 3 goujons d'ancrage M8 pour charges lourdes</w:t>
      </w:r>
    </w:p>
    <w:p w14:paraId="00C0D9A9" w14:textId="77777777" w:rsidR="00D6349D" w:rsidRPr="007073A1" w:rsidRDefault="00EE4BAE" w:rsidP="00676154">
      <w:pPr>
        <w:pStyle w:val="Bulleted1"/>
        <w:rPr>
          <w:rFonts w:ascii="Arial" w:hAnsi="Arial" w:cs="Arial"/>
          <w:lang w:val="fr-FR"/>
        </w:rPr>
      </w:pPr>
      <w:r w:rsidRPr="007073A1">
        <w:rPr>
          <w:rFonts w:ascii="Arial" w:hAnsi="Arial" w:cs="Arial"/>
          <w:lang w:val="fr-FR"/>
        </w:rPr>
        <w:lastRenderedPageBreak/>
        <w:t>des profilés latéraux évidés, situés dans la partie basse du cadre au niveau des pieds supports, viennent renforcer l'ensemble de l'élément de montage</w:t>
      </w:r>
    </w:p>
    <w:p w14:paraId="016AD668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7AAFF51F" w14:textId="77777777" w:rsidR="000D5758" w:rsidRPr="009E7E41" w:rsidRDefault="00240C95" w:rsidP="000D5758">
      <w:pPr>
        <w:pStyle w:val="Bulleted1"/>
        <w:rPr>
          <w:rFonts w:ascii="Arial" w:hAnsi="Arial"/>
          <w:lang w:val="fr-FR"/>
        </w:rPr>
      </w:pPr>
      <w:r w:rsidRPr="009E7E41">
        <w:rPr>
          <w:rFonts w:ascii="Arial" w:hAnsi="Arial"/>
          <w:lang w:val="fr-FR"/>
        </w:rPr>
        <w:t xml:space="preserve">un matelas </w:t>
      </w:r>
      <w:r w:rsidR="009E7E41" w:rsidRPr="009E7E41">
        <w:rPr>
          <w:rFonts w:ascii="Arial" w:hAnsi="Arial"/>
          <w:lang w:val="fr-FR"/>
        </w:rPr>
        <w:t>in</w:t>
      </w:r>
      <w:r w:rsidR="000D5758" w:rsidRPr="009E7E41">
        <w:rPr>
          <w:rFonts w:ascii="Arial" w:hAnsi="Arial"/>
          <w:lang w:val="fr-FR"/>
        </w:rPr>
        <w:t>so</w:t>
      </w:r>
      <w:r w:rsidR="009E7E41" w:rsidRPr="009E7E41">
        <w:rPr>
          <w:rFonts w:ascii="Arial" w:hAnsi="Arial"/>
          <w:lang w:val="fr-FR"/>
        </w:rPr>
        <w:t xml:space="preserve">norisant permet de </w:t>
      </w:r>
      <w:r w:rsidRPr="009E7E41">
        <w:rPr>
          <w:rFonts w:ascii="Arial" w:hAnsi="Arial"/>
          <w:lang w:val="fr-FR"/>
        </w:rPr>
        <w:t>rédui</w:t>
      </w:r>
      <w:r w:rsidR="009E7E41" w:rsidRPr="009E7E41">
        <w:rPr>
          <w:rFonts w:ascii="Arial" w:hAnsi="Arial"/>
          <w:lang w:val="fr-FR"/>
        </w:rPr>
        <w:t>re</w:t>
      </w:r>
      <w:r w:rsidRPr="009E7E41">
        <w:rPr>
          <w:rFonts w:ascii="Arial" w:hAnsi="Arial"/>
          <w:lang w:val="fr-FR"/>
        </w:rPr>
        <w:t xml:space="preserve"> la transmission des bruits solidiens entre la cuvette de WC suspendue et le </w:t>
      </w:r>
      <w:r w:rsidR="009E7E41" w:rsidRPr="009E7E41">
        <w:rPr>
          <w:rFonts w:ascii="Arial" w:hAnsi="Arial"/>
          <w:lang w:val="fr-FR"/>
        </w:rPr>
        <w:t>cadre</w:t>
      </w:r>
    </w:p>
    <w:p w14:paraId="4B5BAB72" w14:textId="77777777" w:rsidR="000D5758" w:rsidRPr="00D84113" w:rsidRDefault="000D5758" w:rsidP="000D5758">
      <w:pPr>
        <w:pStyle w:val="Bulleted1"/>
        <w:rPr>
          <w:rFonts w:ascii="Arial" w:hAnsi="Arial" w:cs="Arial"/>
          <w:lang w:val="fr-FR"/>
        </w:rPr>
      </w:pPr>
      <w:r w:rsidRPr="00D84113">
        <w:rPr>
          <w:rFonts w:ascii="Arial" w:hAnsi="Arial"/>
          <w:lang w:val="fr-FR"/>
        </w:rPr>
        <w:t xml:space="preserve">2 </w:t>
      </w:r>
      <w:r w:rsidR="00240C95" w:rsidRPr="00D84113">
        <w:rPr>
          <w:rFonts w:ascii="Arial" w:hAnsi="Arial"/>
          <w:lang w:val="fr-FR"/>
        </w:rPr>
        <w:t xml:space="preserve">douilles isolantes en caoutchouc </w:t>
      </w:r>
      <w:r w:rsidR="00657B56" w:rsidRPr="00D84113">
        <w:rPr>
          <w:rFonts w:ascii="Arial" w:hAnsi="Arial"/>
          <w:lang w:val="fr-FR"/>
        </w:rPr>
        <w:t>permettent d'</w:t>
      </w:r>
      <w:r w:rsidR="00240C95" w:rsidRPr="00D84113">
        <w:rPr>
          <w:rFonts w:ascii="Arial" w:hAnsi="Arial"/>
          <w:lang w:val="fr-FR"/>
        </w:rPr>
        <w:t>atténuer l</w:t>
      </w:r>
      <w:r w:rsidR="00657B56" w:rsidRPr="00D84113">
        <w:rPr>
          <w:rFonts w:ascii="Arial" w:hAnsi="Arial"/>
          <w:lang w:val="fr-FR"/>
        </w:rPr>
        <w:t xml:space="preserve">a transmission des bruits solidiens au contact entra </w:t>
      </w:r>
      <w:r w:rsidR="00240C95" w:rsidRPr="00D84113">
        <w:rPr>
          <w:rFonts w:ascii="Arial" w:hAnsi="Arial"/>
          <w:lang w:val="fr-FR"/>
        </w:rPr>
        <w:t xml:space="preserve">la cuvette de WC et les tiges filetées de </w:t>
      </w:r>
      <w:r w:rsidR="00657B56" w:rsidRPr="00D84113">
        <w:rPr>
          <w:rFonts w:ascii="Arial" w:hAnsi="Arial"/>
          <w:lang w:val="fr-FR"/>
        </w:rPr>
        <w:t>suspension</w:t>
      </w:r>
    </w:p>
    <w:p w14:paraId="16CD056A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5255748B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3364EBD0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41B752F2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F5D339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AF4515" w14:paraId="2838B49B" w14:textId="77777777" w:rsidTr="00C54046">
        <w:tc>
          <w:tcPr>
            <w:tcW w:w="1441" w:type="dxa"/>
          </w:tcPr>
          <w:p w14:paraId="61B50C38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9A2AA5D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706EB2C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1CEA74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FF5622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3C2836D" w14:textId="77777777" w:rsidR="0020639C" w:rsidRPr="00B870A3" w:rsidRDefault="00B870A3" w:rsidP="00157D48">
            <w:pPr>
              <w:rPr>
                <w:rFonts w:ascii="Arial" w:hAnsi="Arial" w:cs="Arial"/>
                <w:lang w:val="fr-FR"/>
              </w:rPr>
            </w:pPr>
            <w:r w:rsidRPr="00B870A3">
              <w:rPr>
                <w:rFonts w:ascii="Arial" w:hAnsi="Arial" w:cs="Arial"/>
                <w:lang w:val="fr-FR"/>
              </w:rPr>
              <w:t>c</w:t>
            </w:r>
            <w:r w:rsidR="0020639C" w:rsidRPr="00B870A3">
              <w:rPr>
                <w:rFonts w:ascii="Arial" w:hAnsi="Arial" w:cs="Arial"/>
                <w:lang w:val="fr-FR"/>
              </w:rPr>
              <w:t>m</w:t>
            </w:r>
            <w:r w:rsidRPr="00B870A3">
              <w:rPr>
                <w:rFonts w:ascii="Arial" w:hAnsi="Arial" w:cs="Arial"/>
                <w:lang w:val="fr-FR"/>
              </w:rPr>
              <w:t xml:space="preserve"> (sans les </w:t>
            </w:r>
            <w:r w:rsidRPr="0028625A">
              <w:rPr>
                <w:rFonts w:ascii="Arial" w:hAnsi="Arial"/>
                <w:lang w:val="fr-FR"/>
              </w:rPr>
              <w:t>plaques de base des pieds supports</w:t>
            </w:r>
            <w:r>
              <w:rPr>
                <w:rFonts w:ascii="Arial" w:hAnsi="Arial"/>
                <w:lang w:val="fr-FR"/>
              </w:rPr>
              <w:t>)</w:t>
            </w:r>
          </w:p>
        </w:tc>
      </w:tr>
      <w:tr w:rsidR="0020639C" w:rsidRPr="00F86A6E" w14:paraId="0B4240E6" w14:textId="77777777" w:rsidTr="00C54046">
        <w:tc>
          <w:tcPr>
            <w:tcW w:w="1441" w:type="dxa"/>
          </w:tcPr>
          <w:p w14:paraId="22756724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D0298D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7AE0B88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FD265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CB3B6F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57EC46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4369E" w14:paraId="4323D03F" w14:textId="77777777" w:rsidTr="00C54046">
        <w:tc>
          <w:tcPr>
            <w:tcW w:w="1441" w:type="dxa"/>
          </w:tcPr>
          <w:p w14:paraId="07C06CFB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C21A03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275F6">
              <w:rPr>
                <w:rFonts w:ascii="Arial" w:hAnsi="Arial" w:cs="Arial"/>
              </w:rPr>
              <w:t>9</w:t>
            </w:r>
          </w:p>
        </w:tc>
        <w:tc>
          <w:tcPr>
            <w:tcW w:w="85" w:type="dxa"/>
          </w:tcPr>
          <w:p w14:paraId="310C3F50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DE5B81B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30D4A7B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93220D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4FF8D46E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17FA6E1C" w14:textId="3AD12D85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CC2548" w14:textId="03BEE618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D8DDD44" w14:textId="6E486475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A42BD75" w14:textId="1D6B3382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294F453" w14:textId="77777777" w:rsidR="006C2FAB" w:rsidRPr="00E2608B" w:rsidRDefault="006C2FAB" w:rsidP="006C2FAB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376DF8EF" w14:textId="77777777" w:rsidR="006C2FAB" w:rsidRDefault="006C2FAB" w:rsidP="006C2FAB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0F3A811" w14:textId="77777777" w:rsidR="006C2FAB" w:rsidRPr="00E2608B" w:rsidRDefault="006C2FAB" w:rsidP="006C2FAB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6E835356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3F210F2A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724FA116" w14:textId="77777777" w:rsidR="006C2FAB" w:rsidRPr="00F86A6E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73E3B93B" w14:textId="77777777" w:rsidR="006C2FAB" w:rsidRPr="00A90015" w:rsidRDefault="006C2FAB" w:rsidP="006C2FAB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02461089" w14:textId="77777777" w:rsidR="006C2FAB" w:rsidRPr="00981C24" w:rsidRDefault="006C2FAB" w:rsidP="006C2FAB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54F5143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5916320A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438A9E39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7E4BC76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5D1EC6D8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00BF2D5B" w14:textId="77777777" w:rsidR="006C2FAB" w:rsidRPr="00981C24" w:rsidRDefault="006C2FAB" w:rsidP="006C2FA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413BAA37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28FDD5A0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2CF931AB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6EF33F17" w14:textId="77777777" w:rsidR="006C2FAB" w:rsidRPr="00702017" w:rsidRDefault="006C2FAB" w:rsidP="006C2FAB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04C84A9F" w14:textId="77777777" w:rsidR="006C2FAB" w:rsidRPr="00702017" w:rsidRDefault="006C2FAB" w:rsidP="006C2FA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2E37395" w14:textId="77777777" w:rsidR="006C2FAB" w:rsidRPr="00702017" w:rsidRDefault="006C2FAB" w:rsidP="006C2FA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3AD5C8F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368C4BAE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F402DC6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1C28DD6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6C33F90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6B6A7484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6E04D9C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4B244C0A" w14:textId="77777777" w:rsidR="006C2FAB" w:rsidRPr="00075563" w:rsidRDefault="006C2FAB" w:rsidP="006C2FAB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4A85E8E2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0E440A5C" w14:textId="77777777" w:rsidR="006C2FAB" w:rsidRPr="00783921" w:rsidRDefault="006C2FAB" w:rsidP="006C2FA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634E203F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4737ECE6" w14:textId="77777777" w:rsidR="006C2FAB" w:rsidRPr="00546B31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47880F7E" w14:textId="77777777" w:rsidR="006C2FAB" w:rsidRPr="00053091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49C729BE" w14:textId="77777777" w:rsidR="006C2FAB" w:rsidRPr="0003357F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7899371C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8E42C41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54826F7C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AFBD8E4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1ABC6B70" w14:textId="77777777" w:rsidR="006C2FAB" w:rsidRPr="0003357F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49725B8A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432E8B48" w14:textId="77777777" w:rsidR="006C2FAB" w:rsidRPr="00981C24" w:rsidRDefault="006C2FAB" w:rsidP="006C2FA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6C2FAB" w:rsidRPr="003C7F0F" w14:paraId="63ECDE58" w14:textId="77777777" w:rsidTr="00075EE4">
        <w:tc>
          <w:tcPr>
            <w:tcW w:w="1441" w:type="dxa"/>
          </w:tcPr>
          <w:p w14:paraId="6BA2344D" w14:textId="77777777" w:rsidR="006C2FAB" w:rsidRPr="002569CC" w:rsidRDefault="006C2FAB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8BD646F" w14:textId="77777777" w:rsidR="006C2FAB" w:rsidRPr="002569CC" w:rsidRDefault="006C2FAB" w:rsidP="00075EE4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24C2D6E9" w14:textId="77777777" w:rsidR="006C2FAB" w:rsidRPr="002569CC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1BB614A" w14:textId="77777777" w:rsidR="006C2FAB" w:rsidRPr="002569CC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C903A02" w14:textId="77777777" w:rsidR="006C2FAB" w:rsidRPr="002569CC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40E4EAB" w14:textId="77777777" w:rsidR="006C2FAB" w:rsidRPr="00BD2596" w:rsidRDefault="006C2FAB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6C2FAB" w:rsidRPr="003C7F0F" w14:paraId="4860AF0E" w14:textId="77777777" w:rsidTr="00075EE4">
        <w:tc>
          <w:tcPr>
            <w:tcW w:w="1441" w:type="dxa"/>
          </w:tcPr>
          <w:p w14:paraId="111AC949" w14:textId="77777777" w:rsidR="006C2FAB" w:rsidRPr="00493562" w:rsidRDefault="006C2FAB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BA8BDE6" w14:textId="77777777" w:rsidR="006C2FAB" w:rsidRPr="00493562" w:rsidRDefault="006C2FAB" w:rsidP="00075EE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238A0C3B" w14:textId="77777777" w:rsidR="006C2FAB" w:rsidRPr="00493562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203E796" w14:textId="77777777" w:rsidR="006C2FAB" w:rsidRPr="00493562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AD82926" w14:textId="77777777" w:rsidR="006C2FAB" w:rsidRPr="00493562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1AF97D6" w14:textId="77777777" w:rsidR="006C2FAB" w:rsidRPr="00BD2596" w:rsidRDefault="006C2FAB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6C2FAB" w:rsidRPr="00F86A6E" w14:paraId="01A34F26" w14:textId="77777777" w:rsidTr="00075EE4">
        <w:tc>
          <w:tcPr>
            <w:tcW w:w="1441" w:type="dxa"/>
          </w:tcPr>
          <w:p w14:paraId="40287C69" w14:textId="77777777" w:rsidR="006C2FAB" w:rsidRPr="00F86A6E" w:rsidRDefault="006C2FAB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C39AE32" w14:textId="77777777" w:rsidR="006C2FAB" w:rsidRPr="00F86A6E" w:rsidRDefault="006C2FAB" w:rsidP="00075EE4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7BDC9D23" w14:textId="77777777" w:rsidR="006C2FAB" w:rsidRPr="00F86A6E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98533FC" w14:textId="77777777" w:rsidR="006C2FAB" w:rsidRPr="00F86A6E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6283684" w14:textId="77777777" w:rsidR="006C2FAB" w:rsidRPr="00F86A6E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2FC05C57" w14:textId="77777777" w:rsidR="006C2FAB" w:rsidRPr="00F86A6E" w:rsidRDefault="006C2FAB" w:rsidP="00075E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71201A9A" w14:textId="77777777" w:rsidR="006C2FAB" w:rsidRDefault="006C2FAB" w:rsidP="006C2FAB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2E0BDA6" w14:textId="77777777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B2E8034" w14:textId="77777777" w:rsidR="00EE09E5" w:rsidRPr="006C2FAB" w:rsidRDefault="00717038" w:rsidP="006C2FAB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6C2FAB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23801" w:rsidRPr="00A75548" w14:paraId="3AB4DE20" w14:textId="77777777" w:rsidTr="00E40CFA">
        <w:trPr>
          <w:trHeight w:hRule="exact" w:val="3402"/>
        </w:trPr>
        <w:tc>
          <w:tcPr>
            <w:tcW w:w="3341" w:type="dxa"/>
            <w:vAlign w:val="bottom"/>
          </w:tcPr>
          <w:p w14:paraId="01F90B8F" w14:textId="77777777" w:rsidR="00023801" w:rsidRPr="00A75548" w:rsidRDefault="00023801" w:rsidP="00E40CFA">
            <w:pPr>
              <w:jc w:val="center"/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14C83FC1" wp14:editId="61429911">
                  <wp:extent cx="1008380" cy="2160270"/>
                  <wp:effectExtent l="0" t="0" r="127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3D170F" w14:textId="77777777" w:rsidR="00023801" w:rsidRPr="00A75548" w:rsidRDefault="00023801" w:rsidP="00E40CF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2F705BB" wp14:editId="69A3A7A1">
                  <wp:extent cx="14433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3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4AA7771" w14:textId="77777777" w:rsidR="00023801" w:rsidRPr="00A75548" w:rsidRDefault="00023801" w:rsidP="00E40CF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662BD61" wp14:editId="55080FAC">
                  <wp:extent cx="114554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5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47BA54AE" w14:textId="77777777" w:rsidR="00023801" w:rsidRDefault="00023801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524F75FF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4D6E88DC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248535DE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570463D" w14:textId="77777777" w:rsidR="00E23F29" w:rsidRPr="00A26729" w:rsidRDefault="00E23F29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(épaisseur)</w:t>
      </w:r>
    </w:p>
    <w:sectPr w:rsidR="00E23F29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F2FD4" w14:textId="77777777" w:rsidR="00806F7B" w:rsidRDefault="00806F7B">
      <w:r>
        <w:separator/>
      </w:r>
    </w:p>
  </w:endnote>
  <w:endnote w:type="continuationSeparator" w:id="0">
    <w:p w14:paraId="69289E70" w14:textId="77777777" w:rsidR="00806F7B" w:rsidRDefault="00806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7A6EE3D" w14:textId="77777777">
      <w:tc>
        <w:tcPr>
          <w:tcW w:w="3392" w:type="dxa"/>
        </w:tcPr>
        <w:p w14:paraId="54FDF109" w14:textId="27A8C430" w:rsidR="007C7FFA" w:rsidRDefault="00552888" w:rsidP="00C742E4">
          <w:pPr>
            <w:pStyle w:val="Footer"/>
          </w:pPr>
          <w:r>
            <w:t>Version 0</w:t>
          </w:r>
          <w:r w:rsidR="009A4F07">
            <w:t>2</w:t>
          </w:r>
          <w:r>
            <w:t>.00</w:t>
          </w:r>
        </w:p>
      </w:tc>
      <w:tc>
        <w:tcPr>
          <w:tcW w:w="3392" w:type="dxa"/>
        </w:tcPr>
        <w:p w14:paraId="2D14CB80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1CFB030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6C2FAB">
            <w:fldChar w:fldCharType="begin"/>
          </w:r>
          <w:r w:rsidR="006C2FAB">
            <w:instrText xml:space="preserve"> NUMPAGES  \* Arabic  \* MERGEFORMAT </w:instrText>
          </w:r>
          <w:r w:rsidR="006C2FAB">
            <w:fldChar w:fldCharType="separate"/>
          </w:r>
          <w:r w:rsidR="00AA3555">
            <w:rPr>
              <w:noProof/>
            </w:rPr>
            <w:t>2</w:t>
          </w:r>
          <w:r w:rsidR="006C2FAB">
            <w:rPr>
              <w:noProof/>
            </w:rPr>
            <w:fldChar w:fldCharType="end"/>
          </w:r>
        </w:p>
      </w:tc>
    </w:tr>
  </w:tbl>
  <w:p w14:paraId="0A0E7AF9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618D3" w14:textId="77777777" w:rsidR="00806F7B" w:rsidRDefault="00806F7B">
      <w:r>
        <w:separator/>
      </w:r>
    </w:p>
  </w:footnote>
  <w:footnote w:type="continuationSeparator" w:id="0">
    <w:p w14:paraId="75EC69CC" w14:textId="77777777" w:rsidR="00806F7B" w:rsidRDefault="00806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20B66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B358307" wp14:editId="5EF07F1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DC1441" w14:textId="77777777" w:rsidR="00B46B35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B46B35">
      <w:rPr>
        <w:rFonts w:ascii="Arial" w:hAnsi="Arial" w:cs="Arial"/>
        <w:b/>
        <w:bCs/>
        <w:lang w:val="fr-FR"/>
      </w:rPr>
      <w:t>à montage isolé,</w:t>
    </w:r>
  </w:p>
  <w:p w14:paraId="5301F766" w14:textId="77777777" w:rsidR="007C7FFA" w:rsidRPr="00F86A6E" w:rsidRDefault="00B46B35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 xml:space="preserve">renforcé, </w:t>
    </w:r>
    <w:r w:rsidR="0065743B" w:rsidRPr="006E5FD1">
      <w:rPr>
        <w:rFonts w:ascii="Arial" w:hAnsi="Arial"/>
        <w:b/>
        <w:lang w:val="fr-FR"/>
      </w:rPr>
      <w:t>111.3</w:t>
    </w:r>
    <w:r w:rsidR="00140F0E">
      <w:rPr>
        <w:rFonts w:ascii="Arial" w:hAnsi="Arial"/>
        <w:b/>
        <w:lang w:val="fr-FR"/>
      </w:rPr>
      <w:t>8</w:t>
    </w:r>
    <w:r w:rsidR="00A05B1D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A4168732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66267447">
    <w:abstractNumId w:val="16"/>
  </w:num>
  <w:num w:numId="2" w16cid:durableId="187186678">
    <w:abstractNumId w:val="22"/>
  </w:num>
  <w:num w:numId="3" w16cid:durableId="1672216677">
    <w:abstractNumId w:val="4"/>
  </w:num>
  <w:num w:numId="4" w16cid:durableId="1944722473">
    <w:abstractNumId w:val="3"/>
  </w:num>
  <w:num w:numId="5" w16cid:durableId="171378641">
    <w:abstractNumId w:val="13"/>
  </w:num>
  <w:num w:numId="6" w16cid:durableId="1111703221">
    <w:abstractNumId w:val="15"/>
  </w:num>
  <w:num w:numId="7" w16cid:durableId="162277859">
    <w:abstractNumId w:val="6"/>
  </w:num>
  <w:num w:numId="8" w16cid:durableId="197669624">
    <w:abstractNumId w:val="19"/>
  </w:num>
  <w:num w:numId="9" w16cid:durableId="527138418">
    <w:abstractNumId w:val="25"/>
  </w:num>
  <w:num w:numId="10" w16cid:durableId="2105150703">
    <w:abstractNumId w:val="2"/>
  </w:num>
  <w:num w:numId="11" w16cid:durableId="1358383192">
    <w:abstractNumId w:val="12"/>
  </w:num>
  <w:num w:numId="12" w16cid:durableId="1395658582">
    <w:abstractNumId w:val="11"/>
  </w:num>
  <w:num w:numId="13" w16cid:durableId="1962878910">
    <w:abstractNumId w:val="24"/>
  </w:num>
  <w:num w:numId="14" w16cid:durableId="1752120684">
    <w:abstractNumId w:val="7"/>
  </w:num>
  <w:num w:numId="15" w16cid:durableId="1506818748">
    <w:abstractNumId w:val="0"/>
  </w:num>
  <w:num w:numId="16" w16cid:durableId="926229654">
    <w:abstractNumId w:val="10"/>
  </w:num>
  <w:num w:numId="17" w16cid:durableId="1284113036">
    <w:abstractNumId w:val="5"/>
  </w:num>
  <w:num w:numId="18" w16cid:durableId="1392072036">
    <w:abstractNumId w:val="20"/>
  </w:num>
  <w:num w:numId="19" w16cid:durableId="1482695160">
    <w:abstractNumId w:val="21"/>
  </w:num>
  <w:num w:numId="20" w16cid:durableId="1584342401">
    <w:abstractNumId w:val="18"/>
  </w:num>
  <w:num w:numId="21" w16cid:durableId="256451669">
    <w:abstractNumId w:val="17"/>
  </w:num>
  <w:num w:numId="22" w16cid:durableId="509108155">
    <w:abstractNumId w:val="14"/>
  </w:num>
  <w:num w:numId="23" w16cid:durableId="1475101198">
    <w:abstractNumId w:val="23"/>
  </w:num>
  <w:num w:numId="24" w16cid:durableId="506479893">
    <w:abstractNumId w:val="8"/>
  </w:num>
  <w:num w:numId="25" w16cid:durableId="2050297153">
    <w:abstractNumId w:val="9"/>
  </w:num>
  <w:num w:numId="26" w16cid:durableId="1689405397">
    <w:abstractNumId w:val="1"/>
  </w:num>
  <w:num w:numId="27" w16cid:durableId="1132139781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9116075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E35"/>
    <w:rsid w:val="00007B6C"/>
    <w:rsid w:val="000151C3"/>
    <w:rsid w:val="00020AD0"/>
    <w:rsid w:val="000221DA"/>
    <w:rsid w:val="00023585"/>
    <w:rsid w:val="00023801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47DD9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D5758"/>
    <w:rsid w:val="000E19F8"/>
    <w:rsid w:val="000E2842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0E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4484"/>
    <w:rsid w:val="001879EF"/>
    <w:rsid w:val="001A4972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0E59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1636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0C95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25A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53AA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4630"/>
    <w:rsid w:val="00524F1B"/>
    <w:rsid w:val="00527E5F"/>
    <w:rsid w:val="005323E3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447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A60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369E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57B56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2FA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073A1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06F7B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3738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AF3"/>
    <w:rsid w:val="00955BCC"/>
    <w:rsid w:val="00957263"/>
    <w:rsid w:val="0096003C"/>
    <w:rsid w:val="009608B4"/>
    <w:rsid w:val="00960A18"/>
    <w:rsid w:val="00961BC0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5FEC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F0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9E7E41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3280"/>
    <w:rsid w:val="00AD209D"/>
    <w:rsid w:val="00AD214A"/>
    <w:rsid w:val="00AD2BCF"/>
    <w:rsid w:val="00AE0481"/>
    <w:rsid w:val="00AE0B4C"/>
    <w:rsid w:val="00AE1C8E"/>
    <w:rsid w:val="00AE6BB2"/>
    <w:rsid w:val="00AF4515"/>
    <w:rsid w:val="00AF6683"/>
    <w:rsid w:val="00AF744D"/>
    <w:rsid w:val="00AF7A2B"/>
    <w:rsid w:val="00B00D66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9F0"/>
    <w:rsid w:val="00B40A3F"/>
    <w:rsid w:val="00B41F34"/>
    <w:rsid w:val="00B4272C"/>
    <w:rsid w:val="00B44B08"/>
    <w:rsid w:val="00B4681A"/>
    <w:rsid w:val="00B46B35"/>
    <w:rsid w:val="00B514E9"/>
    <w:rsid w:val="00B6287F"/>
    <w:rsid w:val="00B63607"/>
    <w:rsid w:val="00B63945"/>
    <w:rsid w:val="00B651B4"/>
    <w:rsid w:val="00B76398"/>
    <w:rsid w:val="00B77A69"/>
    <w:rsid w:val="00B82ED8"/>
    <w:rsid w:val="00B870A3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62BC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112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275F6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349D"/>
    <w:rsid w:val="00D6437F"/>
    <w:rsid w:val="00D6744A"/>
    <w:rsid w:val="00D7173C"/>
    <w:rsid w:val="00D72698"/>
    <w:rsid w:val="00D762B1"/>
    <w:rsid w:val="00D767CA"/>
    <w:rsid w:val="00D80258"/>
    <w:rsid w:val="00D82B4D"/>
    <w:rsid w:val="00D84113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3F29"/>
    <w:rsid w:val="00E24676"/>
    <w:rsid w:val="00E2722A"/>
    <w:rsid w:val="00E274B8"/>
    <w:rsid w:val="00E302DD"/>
    <w:rsid w:val="00E31440"/>
    <w:rsid w:val="00E4570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E4BAE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2F5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1289EF55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2BB73C-E8CF-408F-AB7C-A27032CDB6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3F7709-05B2-4D93-B758-85B96132BB3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F0B4B2D-0286-44DE-A4E4-85BA31C4630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</TotalTime>
  <Pages>4</Pages>
  <Words>1196</Words>
  <Characters>5897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2023-12-19T12:59:00Z</dcterms:created>
  <dcterms:modified xsi:type="dcterms:W3CDTF">2023-12-19T13:05:00Z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224400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2023-10-04T09:49:04Z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efd3e01b-c050-46cf-b43b-6f6dfe04da0f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MSIP_Label_487f680e-1463-4bcf-922a-e6b119858fec_Owner">
    <vt:lpwstr>geert.coremans@geberit.com</vt:lpwstr>
  </property>
  <property fmtid="{D5CDD505-2E9C-101B-9397-08002B2CF9AE}" pid="19" name="Sensitivity">
    <vt:lpwstr>Public</vt:lpwstr>
  </property>
  <property fmtid="{D5CDD505-2E9C-101B-9397-08002B2CF9AE}" pid="20" name="MSIP_Label_487f680e-1463-4bcf-922a-e6b119858fec_Extended_MSFT_Method">
    <vt:lpwstr>Manual</vt:lpwstr>
  </property>
  <property fmtid="{D5CDD505-2E9C-101B-9397-08002B2CF9AE}" pid="21" name="MSIP_Label_487f680e-1463-4bcf-922a-e6b119858fec_Application">
    <vt:lpwstr>Microsoft Azure Information Protection</vt:lpwstr>
  </property>
  <property fmtid="{D5CDD505-2E9C-101B-9397-08002B2CF9AE}" pid="22" name="_SourceUrl">
    <vt:lpwstr/>
  </property>
  <property fmtid="{D5CDD505-2E9C-101B-9397-08002B2CF9AE}" pid="23" name="_SharedFileIndex">
    <vt:lpwstr/>
  </property>
</Properties>
</file>